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05B161E0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C31761" w:rsidRPr="00C31761">
        <w:rPr>
          <w:szCs w:val="20"/>
          <w:lang w:val="sr-Latn-RS"/>
        </w:rPr>
        <w:t xml:space="preserve"> V</w:t>
      </w:r>
      <w:bookmarkStart w:id="1" w:name="_GoBack"/>
      <w:bookmarkEnd w:id="1"/>
      <w:r w:rsidR="00C31761" w:rsidRPr="00C31761">
        <w:rPr>
          <w:szCs w:val="20"/>
          <w:lang w:val="sr-Cyrl-RS"/>
        </w:rPr>
        <w:t>/20</w:t>
      </w:r>
      <w:r w:rsidR="00C31761" w:rsidRPr="00C31761">
        <w:rPr>
          <w:szCs w:val="20"/>
          <w:lang w:val="sr-Latn-RS"/>
        </w:rPr>
        <w:t>2</w:t>
      </w:r>
      <w:r w:rsidR="00BD5037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310718" w14:textId="210975E4" w:rsidR="00B758A6" w:rsidRPr="00BD5037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C42FA5">
        <w:rPr>
          <w:b/>
          <w:lang w:val="sr-Latn-RS"/>
        </w:rPr>
        <w:t>1</w:t>
      </w:r>
      <w:r w:rsidR="0029445D">
        <w:rPr>
          <w:b/>
          <w:lang w:val="sr-Cyrl-RS"/>
        </w:rPr>
        <w:t>9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29445D" w:rsidRPr="00BD5037">
        <w:rPr>
          <w:b/>
          <w:lang w:val="ru-RU"/>
        </w:rPr>
        <w:t>ОСТАЛИ ЛАБОРАТОРИЈСКИ ПРИБОР</w:t>
      </w:r>
    </w:p>
    <w:p w14:paraId="7B0A2EF1" w14:textId="77777777" w:rsidR="00C61E3D" w:rsidRPr="00B758A6" w:rsidRDefault="00C61E3D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47975"/>
    <w:rsid w:val="006570A8"/>
    <w:rsid w:val="006D6DCC"/>
    <w:rsid w:val="006F04D9"/>
    <w:rsid w:val="006F399B"/>
    <w:rsid w:val="0074399B"/>
    <w:rsid w:val="007B0432"/>
    <w:rsid w:val="007C6708"/>
    <w:rsid w:val="007F4E0B"/>
    <w:rsid w:val="007F5B4C"/>
    <w:rsid w:val="00841BD3"/>
    <w:rsid w:val="00871B9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5609"/>
    <w:rsid w:val="00A72312"/>
    <w:rsid w:val="00A75C17"/>
    <w:rsid w:val="00A94055"/>
    <w:rsid w:val="00AA4928"/>
    <w:rsid w:val="00AE1F41"/>
    <w:rsid w:val="00AE2633"/>
    <w:rsid w:val="00B105E0"/>
    <w:rsid w:val="00B22668"/>
    <w:rsid w:val="00B53C13"/>
    <w:rsid w:val="00B709E0"/>
    <w:rsid w:val="00B71CC8"/>
    <w:rsid w:val="00B758A6"/>
    <w:rsid w:val="00B834F9"/>
    <w:rsid w:val="00BB41DA"/>
    <w:rsid w:val="00BD44C0"/>
    <w:rsid w:val="00BD5037"/>
    <w:rsid w:val="00BE1D99"/>
    <w:rsid w:val="00C03DD3"/>
    <w:rsid w:val="00C07AEF"/>
    <w:rsid w:val="00C31761"/>
    <w:rsid w:val="00C42FA5"/>
    <w:rsid w:val="00C61E3D"/>
    <w:rsid w:val="00C72B23"/>
    <w:rsid w:val="00C91A3E"/>
    <w:rsid w:val="00CB3F9C"/>
    <w:rsid w:val="00CD2FA7"/>
    <w:rsid w:val="00D032E9"/>
    <w:rsid w:val="00D07C17"/>
    <w:rsid w:val="00D130A5"/>
    <w:rsid w:val="00D24539"/>
    <w:rsid w:val="00D57E6D"/>
    <w:rsid w:val="00D84076"/>
    <w:rsid w:val="00D9739E"/>
    <w:rsid w:val="00DE3BE4"/>
    <w:rsid w:val="00E43265"/>
    <w:rsid w:val="00E52CB1"/>
    <w:rsid w:val="00E719AB"/>
    <w:rsid w:val="00EA39DE"/>
    <w:rsid w:val="00EB52E0"/>
    <w:rsid w:val="00F6753C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103</Words>
  <Characters>799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901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2021-07-15T13:35:00Z</dcterms:created>
  <dcterms:modified xsi:type="dcterms:W3CDTF">2023-06-01T07:28:00Z</dcterms:modified>
</cp:coreProperties>
</file>